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FD93" w14:textId="5F2D1D6D" w:rsidR="00E408A2" w:rsidRPr="007A4268" w:rsidRDefault="0024704A" w:rsidP="00981B5B">
      <w:pPr>
        <w:spacing w:after="12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Universell einsetzbar: Handschalung </w:t>
      </w:r>
      <w:proofErr w:type="spellStart"/>
      <w:r w:rsidR="00981B5B" w:rsidRPr="007A4268">
        <w:rPr>
          <w:b/>
          <w:sz w:val="30"/>
          <w:szCs w:val="30"/>
        </w:rPr>
        <w:t>D</w:t>
      </w:r>
      <w:r w:rsidR="00321D7D">
        <w:rPr>
          <w:b/>
          <w:sz w:val="30"/>
          <w:szCs w:val="30"/>
        </w:rPr>
        <w:t>okaXlight</w:t>
      </w:r>
      <w:proofErr w:type="spellEnd"/>
      <w:r w:rsidR="00A96B55" w:rsidRPr="007A4268">
        <w:rPr>
          <w:b/>
          <w:sz w:val="30"/>
          <w:szCs w:val="30"/>
        </w:rPr>
        <w:t xml:space="preserve"> </w:t>
      </w:r>
    </w:p>
    <w:p w14:paraId="40827F07" w14:textId="61EEC51A" w:rsidR="00981B5B" w:rsidRPr="007A4268" w:rsidRDefault="00321D7D" w:rsidP="00E408A2">
      <w:pPr>
        <w:rPr>
          <w:sz w:val="24"/>
          <w:szCs w:val="24"/>
        </w:rPr>
      </w:pPr>
      <w:r w:rsidRPr="00321D7D">
        <w:rPr>
          <w:sz w:val="24"/>
          <w:szCs w:val="24"/>
        </w:rPr>
        <w:t>Die neue Alu-Rahmenschalung punktet mit Leichtigkeit</w:t>
      </w:r>
    </w:p>
    <w:p w14:paraId="5148AAA8" w14:textId="77777777" w:rsidR="00E408A2" w:rsidRPr="00067918" w:rsidRDefault="00E408A2" w:rsidP="00661301">
      <w:pPr>
        <w:spacing w:line="312" w:lineRule="auto"/>
        <w:jc w:val="both"/>
        <w:rPr>
          <w:b/>
          <w:szCs w:val="22"/>
        </w:rPr>
      </w:pPr>
    </w:p>
    <w:p w14:paraId="1D29499A" w14:textId="77777777" w:rsidR="00321D7D" w:rsidRPr="004C6FE2" w:rsidRDefault="00321D7D" w:rsidP="00661301">
      <w:pPr>
        <w:spacing w:line="288" w:lineRule="auto"/>
        <w:jc w:val="both"/>
        <w:rPr>
          <w:b/>
          <w:szCs w:val="22"/>
        </w:rPr>
      </w:pPr>
      <w:proofErr w:type="spellStart"/>
      <w:r w:rsidRPr="004F7771">
        <w:rPr>
          <w:b/>
        </w:rPr>
        <w:t>DokaXlight</w:t>
      </w:r>
      <w:proofErr w:type="spellEnd"/>
      <w:r>
        <w:rPr>
          <w:b/>
        </w:rPr>
        <w:t xml:space="preserve"> </w:t>
      </w:r>
      <w:r>
        <w:rPr>
          <w:b/>
          <w:szCs w:val="22"/>
        </w:rPr>
        <w:t xml:space="preserve">ist die leichteste Rahmenschalung in der Produktpalette </w:t>
      </w:r>
      <w:r w:rsidRPr="004F7771">
        <w:rPr>
          <w:b/>
          <w:szCs w:val="22"/>
        </w:rPr>
        <w:t xml:space="preserve">von </w:t>
      </w:r>
      <w:proofErr w:type="spellStart"/>
      <w:r w:rsidRPr="004F7771">
        <w:rPr>
          <w:b/>
          <w:szCs w:val="22"/>
        </w:rPr>
        <w:t>Doka</w:t>
      </w:r>
      <w:proofErr w:type="spellEnd"/>
      <w:r w:rsidRPr="004F7771">
        <w:rPr>
          <w:b/>
          <w:szCs w:val="22"/>
        </w:rPr>
        <w:t xml:space="preserve"> und </w:t>
      </w:r>
      <w:r w:rsidRPr="004F7771">
        <w:rPr>
          <w:b/>
        </w:rPr>
        <w:t>besticht vor allem durch sehr geringes Gewicht und</w:t>
      </w:r>
      <w:r>
        <w:rPr>
          <w:b/>
        </w:rPr>
        <w:t xml:space="preserve"> gleichzeitiger</w:t>
      </w:r>
      <w:r w:rsidRPr="004F7771">
        <w:rPr>
          <w:b/>
        </w:rPr>
        <w:t xml:space="preserve"> Robustheit. </w:t>
      </w:r>
      <w:r w:rsidRPr="004F7771">
        <w:rPr>
          <w:b/>
          <w:szCs w:val="22"/>
        </w:rPr>
        <w:t>Der kranunabhängige Einsatz mit nur einer Person und</w:t>
      </w:r>
      <w:r>
        <w:rPr>
          <w:b/>
          <w:szCs w:val="22"/>
        </w:rPr>
        <w:t xml:space="preserve"> eine einfache Handhabung </w:t>
      </w:r>
      <w:r w:rsidRPr="003C2E66">
        <w:rPr>
          <w:b/>
          <w:szCs w:val="22"/>
        </w:rPr>
        <w:t>durch integrierte Griffe</w:t>
      </w:r>
      <w:r>
        <w:rPr>
          <w:b/>
          <w:szCs w:val="22"/>
        </w:rPr>
        <w:t xml:space="preserve"> beschleunigen zusätzlich die Schalungsarbeiten.</w:t>
      </w:r>
    </w:p>
    <w:p w14:paraId="53F96D8A" w14:textId="77777777" w:rsidR="00321D7D" w:rsidRDefault="00321D7D" w:rsidP="00661301">
      <w:pPr>
        <w:tabs>
          <w:tab w:val="left" w:pos="1185"/>
        </w:tabs>
        <w:spacing w:line="288" w:lineRule="auto"/>
        <w:jc w:val="both"/>
        <w:rPr>
          <w:b/>
          <w:sz w:val="20"/>
        </w:rPr>
      </w:pPr>
    </w:p>
    <w:p w14:paraId="22EC23BF" w14:textId="284C7B53" w:rsidR="00321D7D" w:rsidRDefault="003659EB" w:rsidP="00661301">
      <w:pPr>
        <w:tabs>
          <w:tab w:val="left" w:pos="1185"/>
        </w:tabs>
        <w:spacing w:line="288" w:lineRule="auto"/>
        <w:jc w:val="both"/>
      </w:pPr>
      <w:proofErr w:type="spellStart"/>
      <w:r>
        <w:t>Niederhasli</w:t>
      </w:r>
      <w:proofErr w:type="spellEnd"/>
      <w:r w:rsidR="0024704A">
        <w:t xml:space="preserve">, </w:t>
      </w:r>
      <w:r>
        <w:t>10</w:t>
      </w:r>
      <w:r w:rsidR="0024704A">
        <w:t>.02.2020</w:t>
      </w:r>
      <w:r>
        <w:t xml:space="preserve"> –</w:t>
      </w:r>
      <w:r w:rsidR="0024704A">
        <w:t xml:space="preserve"> </w:t>
      </w:r>
      <w:r w:rsidR="00321D7D" w:rsidRPr="008926D8">
        <w:t xml:space="preserve">Ob Neubau oder Bauen im Bestand - die robuste </w:t>
      </w:r>
      <w:proofErr w:type="spellStart"/>
      <w:r w:rsidR="00321D7D">
        <w:t>DokaXlight</w:t>
      </w:r>
      <w:proofErr w:type="spellEnd"/>
      <w:r w:rsidR="00321D7D">
        <w:t xml:space="preserve"> ermöglicht mit 22,6</w:t>
      </w:r>
      <w:r w:rsidR="00321D7D" w:rsidRPr="008926D8">
        <w:t xml:space="preserve"> kg je Hauptelement (0,75 x 1</w:t>
      </w:r>
      <w:r w:rsidR="00321D7D">
        <w:t xml:space="preserve">,50 m) eine einfache sowie </w:t>
      </w:r>
      <w:r w:rsidR="00321D7D" w:rsidRPr="008926D8">
        <w:t>kostensparende Anwendung für Betonbauteile jeglicher Größe und Art. Dank kranunabhängigem Einsatz mi</w:t>
      </w:r>
      <w:bookmarkStart w:id="0" w:name="_GoBack"/>
      <w:bookmarkEnd w:id="0"/>
      <w:r w:rsidR="00321D7D" w:rsidRPr="008926D8">
        <w:t>t nur eine</w:t>
      </w:r>
      <w:r w:rsidR="00321D7D">
        <w:t xml:space="preserve">r Person können Schalarbeiten parallel zu anderen </w:t>
      </w:r>
      <w:r w:rsidR="00321D7D" w:rsidRPr="008926D8">
        <w:t>durchgeführt und Ressourcen produktiver eingesetzt werden. Mit einem Betondruck von bis zu 50 kN/m² bei Wand- und bis zu 75 kN/</w:t>
      </w:r>
      <w:r w:rsidR="00321D7D">
        <w:t xml:space="preserve">m² bei Stützenschalungen ermöglicht </w:t>
      </w:r>
      <w:r w:rsidR="00321D7D" w:rsidRPr="008926D8">
        <w:t>die universell einsetzbare Handschalung zudem eine hohe Betoniergeschwindigkeit.</w:t>
      </w:r>
      <w:r w:rsidR="00321D7D" w:rsidRPr="00D7701C">
        <w:t xml:space="preserve"> </w:t>
      </w:r>
    </w:p>
    <w:p w14:paraId="58241D58" w14:textId="77777777" w:rsidR="00321D7D" w:rsidRDefault="00321D7D" w:rsidP="00661301">
      <w:pPr>
        <w:tabs>
          <w:tab w:val="left" w:pos="1185"/>
        </w:tabs>
        <w:spacing w:line="288" w:lineRule="auto"/>
        <w:jc w:val="both"/>
      </w:pPr>
    </w:p>
    <w:p w14:paraId="7C869354" w14:textId="0DE41DBE" w:rsidR="00321D7D" w:rsidRDefault="00321D7D" w:rsidP="00661301">
      <w:pPr>
        <w:spacing w:line="288" w:lineRule="auto"/>
        <w:jc w:val="both"/>
      </w:pPr>
      <w:r w:rsidRPr="00326D8C">
        <w:t xml:space="preserve">„Die Handschalung </w:t>
      </w:r>
      <w:proofErr w:type="spellStart"/>
      <w:r w:rsidRPr="00326D8C">
        <w:t>DokaXlight</w:t>
      </w:r>
      <w:proofErr w:type="spellEnd"/>
      <w:r w:rsidRPr="00326D8C">
        <w:t xml:space="preserve"> ist durch </w:t>
      </w:r>
      <w:r w:rsidR="0024704A">
        <w:t>ihr geringes Gewicht extrem</w:t>
      </w:r>
      <w:r w:rsidRPr="00326D8C">
        <w:t xml:space="preserve"> leicht in der Anwendung für meine Mitarbeiter. Dadurch können Arbeiten mit einer geringeren Belastung rascher und kostensparender in vielen Anwendungsbereichen umgesetzt werden“</w:t>
      </w:r>
      <w:r w:rsidR="0024704A" w:rsidRPr="00326D8C">
        <w:t>,</w:t>
      </w:r>
      <w:r>
        <w:rPr>
          <w:i/>
        </w:rPr>
        <w:t xml:space="preserve"> </w:t>
      </w:r>
      <w:r w:rsidRPr="004C6FE2">
        <w:t>betont</w:t>
      </w:r>
      <w:r>
        <w:t xml:space="preserve"> </w:t>
      </w:r>
      <w:r w:rsidRPr="004C6FE2">
        <w:t>Ralf Mang</w:t>
      </w:r>
      <w:r>
        <w:t xml:space="preserve">, Polier, </w:t>
      </w:r>
      <w:proofErr w:type="spellStart"/>
      <w:r>
        <w:t>Spiluttini</w:t>
      </w:r>
      <w:proofErr w:type="spellEnd"/>
      <w:r>
        <w:t xml:space="preserve"> Bau GmbH.</w:t>
      </w:r>
    </w:p>
    <w:p w14:paraId="51CEFFF7" w14:textId="77777777" w:rsidR="00321D7D" w:rsidRDefault="00321D7D" w:rsidP="00661301">
      <w:pPr>
        <w:spacing w:line="288" w:lineRule="auto"/>
        <w:jc w:val="both"/>
      </w:pPr>
    </w:p>
    <w:p w14:paraId="0D3E89B7" w14:textId="79D03D74" w:rsidR="00321D7D" w:rsidRPr="005453FD" w:rsidRDefault="00321D7D" w:rsidP="00661301">
      <w:pPr>
        <w:spacing w:line="288" w:lineRule="auto"/>
        <w:jc w:val="both"/>
        <w:rPr>
          <w:rFonts w:ascii="Times New Roman" w:hAnsi="Times New Roman"/>
          <w:b/>
          <w:bCs/>
          <w:szCs w:val="22"/>
        </w:rPr>
      </w:pPr>
      <w:r w:rsidRPr="00B046C2">
        <w:t>Zusätzlich zum ger</w:t>
      </w:r>
      <w:r>
        <w:t xml:space="preserve">ingen Gewicht wird die Handhabung </w:t>
      </w:r>
      <w:r w:rsidRPr="00B046C2">
        <w:t>der Schalung durch integrierte Griffe im Sinne von „</w:t>
      </w:r>
      <w:proofErr w:type="spellStart"/>
      <w:r w:rsidRPr="00B046C2">
        <w:t>Nimm</w:t>
      </w:r>
      <w:r w:rsidR="00326D8C">
        <w:t>‘</w:t>
      </w:r>
      <w:r w:rsidRPr="00B046C2">
        <w:t>s</w:t>
      </w:r>
      <w:proofErr w:type="spellEnd"/>
      <w:r w:rsidRPr="00B046C2">
        <w:t xml:space="preserve"> leicht mit </w:t>
      </w:r>
      <w:proofErr w:type="spellStart"/>
      <w:r w:rsidRPr="00B046C2">
        <w:t>DokaXlight</w:t>
      </w:r>
      <w:proofErr w:type="spellEnd"/>
      <w:r w:rsidRPr="00B046C2">
        <w:t>“ vereinfacht. Ab April 2020 stehen außerdem integrierbare Elementverbinder zur Verfügung, die die Such- und Weg</w:t>
      </w:r>
      <w:r>
        <w:t>e</w:t>
      </w:r>
      <w:r w:rsidRPr="00B046C2">
        <w:t xml:space="preserve">zeiten auf der Baustelle reduzieren. Trotz ihrer Leichtigkeit ist die Rahmenschalung sehr langlebig und häufig verwendbar. </w:t>
      </w:r>
      <w:r>
        <w:t>Die beständige Xlife-Platte, ein robuster Alu-Rahmen, der die Schalungsplatte rundum schützt, sowie ein in den Querprofilen eingebauter Ankerlochschutz sorgen für hohe Einsatzzahlen</w:t>
      </w:r>
      <w:r w:rsidRPr="00975995">
        <w:t xml:space="preserve">. </w:t>
      </w:r>
      <w:r w:rsidRPr="00876D80">
        <w:t xml:space="preserve">Auch der Nachhaltigkeitsgedanke kommt bei der </w:t>
      </w:r>
      <w:proofErr w:type="spellStart"/>
      <w:r w:rsidRPr="00876D80">
        <w:t>DokaXlight</w:t>
      </w:r>
      <w:proofErr w:type="spellEnd"/>
      <w:r>
        <w:t xml:space="preserve"> nicht zu kurz.</w:t>
      </w:r>
    </w:p>
    <w:p w14:paraId="3335E2EF" w14:textId="77777777" w:rsidR="00321D7D" w:rsidRPr="004C6FE2" w:rsidRDefault="00321D7D" w:rsidP="00661301">
      <w:pPr>
        <w:spacing w:line="288" w:lineRule="auto"/>
        <w:jc w:val="both"/>
        <w:rPr>
          <w:i/>
        </w:rPr>
      </w:pPr>
    </w:p>
    <w:p w14:paraId="354FC02B" w14:textId="3B6581D0" w:rsidR="00321D7D" w:rsidRPr="00E919DF" w:rsidRDefault="00321D7D" w:rsidP="00661301">
      <w:pPr>
        <w:spacing w:line="288" w:lineRule="auto"/>
        <w:jc w:val="both"/>
        <w:rPr>
          <w:b/>
        </w:rPr>
      </w:pPr>
      <w:r>
        <w:rPr>
          <w:b/>
        </w:rPr>
        <w:t xml:space="preserve">Von der </w:t>
      </w:r>
      <w:proofErr w:type="spellStart"/>
      <w:r>
        <w:rPr>
          <w:b/>
        </w:rPr>
        <w:t>bauma</w:t>
      </w:r>
      <w:proofErr w:type="spellEnd"/>
      <w:r>
        <w:rPr>
          <w:b/>
        </w:rPr>
        <w:t xml:space="preserve"> auf die Baustelle</w:t>
      </w:r>
    </w:p>
    <w:p w14:paraId="4F8C0730" w14:textId="1E97CDCA" w:rsidR="00321D7D" w:rsidRDefault="00321D7D" w:rsidP="00661301">
      <w:pPr>
        <w:spacing w:line="288" w:lineRule="auto"/>
        <w:jc w:val="both"/>
        <w:rPr>
          <w:rFonts w:cs="Arial"/>
        </w:rPr>
      </w:pPr>
      <w:r>
        <w:t xml:space="preserve">Auf der </w:t>
      </w:r>
      <w:proofErr w:type="spellStart"/>
      <w:r>
        <w:t>bauma</w:t>
      </w:r>
      <w:proofErr w:type="spellEnd"/>
      <w:r>
        <w:t xml:space="preserve"> im</w:t>
      </w:r>
      <w:r w:rsidRPr="00D7701C">
        <w:t xml:space="preserve"> April</w:t>
      </w:r>
      <w:r w:rsidR="003659EB">
        <w:t xml:space="preserve"> 2019</w:t>
      </w:r>
      <w:r w:rsidRPr="00D7701C">
        <w:t xml:space="preserve"> wurde erstmalig </w:t>
      </w:r>
      <w:r>
        <w:t>die universelle Alu-Rahmenschalu</w:t>
      </w:r>
      <w:r w:rsidRPr="00D7701C">
        <w:t>ng einer breiten Öffentlichkeit präsentiert und das Intere</w:t>
      </w:r>
      <w:r>
        <w:t xml:space="preserve">sse war überwältigend. </w:t>
      </w:r>
      <w:r w:rsidRPr="00441B70">
        <w:t>Knapp 450</w:t>
      </w:r>
      <w:r>
        <w:t xml:space="preserve"> konkrete</w:t>
      </w:r>
      <w:r w:rsidRPr="00441B70">
        <w:t xml:space="preserve"> Kundenanfragen</w:t>
      </w:r>
      <w:r w:rsidRPr="00D7701C">
        <w:t xml:space="preserve"> sind das Ergebnis eines ereignisreichen und erfolgreichen Messeauftritts in München.</w:t>
      </w:r>
      <w:r w:rsidRPr="00D7701C">
        <w:rPr>
          <w:rFonts w:cs="Arial"/>
        </w:rPr>
        <w:t xml:space="preserve"> </w:t>
      </w:r>
      <w:r>
        <w:rPr>
          <w:rFonts w:cs="Arial"/>
        </w:rPr>
        <w:t>Die ultra</w:t>
      </w:r>
      <w:r w:rsidRPr="001512D9">
        <w:rPr>
          <w:rFonts w:cs="Arial"/>
        </w:rPr>
        <w:t xml:space="preserve">leichte Rahmenschalung wurde auch bei den </w:t>
      </w:r>
      <w:r w:rsidRPr="004C6FE2">
        <w:rPr>
          <w:rFonts w:cs="Arial"/>
        </w:rPr>
        <w:t>Produkt-Live-Vorführungen</w:t>
      </w:r>
      <w:r>
        <w:rPr>
          <w:rFonts w:cs="Arial"/>
        </w:rPr>
        <w:t xml:space="preserve"> mit den </w:t>
      </w:r>
      <w:r w:rsidRPr="001512D9">
        <w:rPr>
          <w:rFonts w:cs="Arial"/>
        </w:rPr>
        <w:t>Weltmeistern und Vize-Weltmeistern im Betonbau (</w:t>
      </w:r>
      <w:proofErr w:type="spellStart"/>
      <w:r w:rsidRPr="001512D9">
        <w:rPr>
          <w:rFonts w:cs="Arial"/>
        </w:rPr>
        <w:t>WorldSkills</w:t>
      </w:r>
      <w:proofErr w:type="spellEnd"/>
      <w:r w:rsidRPr="001512D9">
        <w:rPr>
          <w:rFonts w:cs="Arial"/>
        </w:rPr>
        <w:t xml:space="preserve"> 2017) eingesetzt. </w:t>
      </w:r>
      <w:r w:rsidRPr="000737AE">
        <w:rPr>
          <w:rFonts w:cs="Arial"/>
        </w:rPr>
        <w:t>Drei Mal täglich t</w:t>
      </w:r>
      <w:r w:rsidRPr="001512D9">
        <w:rPr>
          <w:rFonts w:cs="Arial"/>
        </w:rPr>
        <w:t xml:space="preserve">raten sie am </w:t>
      </w:r>
      <w:proofErr w:type="spellStart"/>
      <w:r w:rsidRPr="001512D9">
        <w:rPr>
          <w:rFonts w:cs="Arial"/>
        </w:rPr>
        <w:t>Doka</w:t>
      </w:r>
      <w:proofErr w:type="spellEnd"/>
      <w:r w:rsidRPr="001512D9">
        <w:rPr>
          <w:rFonts w:cs="Arial"/>
        </w:rPr>
        <w:t xml:space="preserve"> Campus gegen die Zeit an und toppten von Tag zu Tag ihre eigene Leistung – </w:t>
      </w:r>
      <w:r w:rsidRPr="007E2A10">
        <w:rPr>
          <w:rFonts w:cs="Arial"/>
        </w:rPr>
        <w:t xml:space="preserve">27 m² </w:t>
      </w:r>
      <w:proofErr w:type="spellStart"/>
      <w:r w:rsidRPr="007E2A10">
        <w:rPr>
          <w:rFonts w:cs="Arial"/>
        </w:rPr>
        <w:t>DokaXlight</w:t>
      </w:r>
      <w:proofErr w:type="spellEnd"/>
      <w:r w:rsidRPr="001512D9">
        <w:rPr>
          <w:rFonts w:cs="Arial"/>
        </w:rPr>
        <w:t xml:space="preserve"> wurden in der Rekordzeit von 06:07:93 Minuten geschalt.</w:t>
      </w:r>
      <w:r>
        <w:rPr>
          <w:rFonts w:cs="Arial"/>
        </w:rPr>
        <w:t xml:space="preserve"> </w:t>
      </w:r>
    </w:p>
    <w:p w14:paraId="49FCA6E9" w14:textId="77777777" w:rsidR="00321D7D" w:rsidRDefault="00321D7D" w:rsidP="00661301">
      <w:pPr>
        <w:spacing w:line="288" w:lineRule="auto"/>
        <w:jc w:val="both"/>
        <w:rPr>
          <w:rFonts w:cs="Arial"/>
        </w:rPr>
      </w:pPr>
    </w:p>
    <w:p w14:paraId="7C9C16C0" w14:textId="0355BB7F" w:rsidR="00321D7D" w:rsidRDefault="00321D7D" w:rsidP="00661301">
      <w:pPr>
        <w:spacing w:line="288" w:lineRule="auto"/>
        <w:jc w:val="both"/>
        <w:rPr>
          <w:rFonts w:cs="Arial"/>
        </w:rPr>
      </w:pPr>
      <w:r w:rsidRPr="00321D7D">
        <w:rPr>
          <w:rFonts w:cs="Arial"/>
        </w:rPr>
        <w:t xml:space="preserve">Die </w:t>
      </w:r>
      <w:proofErr w:type="spellStart"/>
      <w:r w:rsidRPr="00321D7D">
        <w:rPr>
          <w:rFonts w:cs="Arial"/>
        </w:rPr>
        <w:t>DokaXlight</w:t>
      </w:r>
      <w:proofErr w:type="spellEnd"/>
      <w:r>
        <w:rPr>
          <w:rFonts w:cs="Arial"/>
        </w:rPr>
        <w:t xml:space="preserve"> ist ab sofort in Höhe 1,50 m und 3,00m lieferbar.</w:t>
      </w:r>
    </w:p>
    <w:p w14:paraId="48C1A79B" w14:textId="50C8E6E7" w:rsidR="000007A5" w:rsidRPr="00B81B86" w:rsidRDefault="000007A5" w:rsidP="003B26C3">
      <w:pPr>
        <w:spacing w:line="288" w:lineRule="auto"/>
        <w:jc w:val="both"/>
        <w:rPr>
          <w:rFonts w:cs="Arial"/>
          <w:sz w:val="21"/>
          <w:szCs w:val="21"/>
          <w:highlight w:val="lightGray"/>
        </w:rPr>
      </w:pPr>
    </w:p>
    <w:p w14:paraId="20802681" w14:textId="2D203A78" w:rsidR="00382323" w:rsidRPr="005D106D" w:rsidRDefault="00382323" w:rsidP="000B4272">
      <w:pPr>
        <w:pStyle w:val="Einleitung"/>
        <w:pBdr>
          <w:top w:val="single" w:sz="4" w:space="1" w:color="auto"/>
        </w:pBdr>
        <w:spacing w:line="276" w:lineRule="auto"/>
        <w:jc w:val="both"/>
        <w:rPr>
          <w:sz w:val="21"/>
          <w:szCs w:val="21"/>
        </w:rPr>
      </w:pPr>
    </w:p>
    <w:p w14:paraId="1D190946" w14:textId="77777777" w:rsidR="00DB5E3A" w:rsidRPr="00297519" w:rsidRDefault="00DB5E3A" w:rsidP="00DB5E3A">
      <w:pPr>
        <w:keepNext/>
        <w:spacing w:line="257" w:lineRule="auto"/>
        <w:jc w:val="both"/>
        <w:rPr>
          <w:rFonts w:cs="Arial"/>
          <w:sz w:val="20"/>
          <w:lang w:val="de-AT"/>
        </w:rPr>
      </w:pPr>
      <w:r w:rsidRPr="00297519">
        <w:rPr>
          <w:rFonts w:cs="Arial"/>
          <w:b/>
          <w:sz w:val="20"/>
          <w:lang w:val="de-AT"/>
        </w:rPr>
        <w:t xml:space="preserve">Über </w:t>
      </w:r>
      <w:proofErr w:type="spellStart"/>
      <w:r w:rsidRPr="00297519">
        <w:rPr>
          <w:rFonts w:cs="Arial"/>
          <w:b/>
          <w:sz w:val="20"/>
          <w:lang w:val="de-AT"/>
        </w:rPr>
        <w:t>Doka</w:t>
      </w:r>
      <w:proofErr w:type="spellEnd"/>
    </w:p>
    <w:p w14:paraId="64858198" w14:textId="77777777" w:rsidR="00DB5E3A" w:rsidRDefault="00DB5E3A" w:rsidP="00DB5E3A">
      <w:pPr>
        <w:tabs>
          <w:tab w:val="left" w:pos="2835"/>
        </w:tabs>
        <w:spacing w:line="264" w:lineRule="auto"/>
        <w:jc w:val="both"/>
        <w:rPr>
          <w:rFonts w:cs="Arial"/>
          <w:sz w:val="20"/>
          <w:lang w:val="de-AT"/>
        </w:rPr>
      </w:pPr>
      <w:proofErr w:type="spellStart"/>
      <w:r w:rsidRPr="00297519">
        <w:rPr>
          <w:rFonts w:cs="Arial"/>
          <w:sz w:val="20"/>
          <w:lang w:val="de-AT"/>
        </w:rPr>
        <w:t>Doka</w:t>
      </w:r>
      <w:proofErr w:type="spellEnd"/>
      <w:r w:rsidRPr="00297519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</w:t>
      </w:r>
      <w:proofErr w:type="spellStart"/>
      <w:r w:rsidRPr="00297519">
        <w:rPr>
          <w:rFonts w:cs="Arial"/>
          <w:sz w:val="20"/>
          <w:lang w:val="de-AT"/>
        </w:rPr>
        <w:t>Doka</w:t>
      </w:r>
      <w:proofErr w:type="spellEnd"/>
      <w:r w:rsidRPr="00297519">
        <w:rPr>
          <w:rFonts w:cs="Arial"/>
          <w:sz w:val="20"/>
          <w:lang w:val="de-AT"/>
        </w:rPr>
        <w:t xml:space="preserve"> über ein leistungsstarkes Vertriebsnetz und garantiert damit die rasche und professionelle Bereitstellung von Material und technischem Support. </w:t>
      </w:r>
      <w:proofErr w:type="spellStart"/>
      <w:r w:rsidRPr="00297519">
        <w:rPr>
          <w:rFonts w:cs="Arial"/>
          <w:sz w:val="20"/>
          <w:lang w:val="de-AT"/>
        </w:rPr>
        <w:t>Doka</w:t>
      </w:r>
      <w:proofErr w:type="spellEnd"/>
      <w:r w:rsidRPr="00297519">
        <w:rPr>
          <w:rFonts w:cs="Arial"/>
          <w:sz w:val="20"/>
          <w:lang w:val="de-AT"/>
        </w:rPr>
        <w:t xml:space="preserve"> ist ein Unternehmen der </w:t>
      </w:r>
      <w:proofErr w:type="spellStart"/>
      <w:r w:rsidRPr="00297519">
        <w:rPr>
          <w:rFonts w:cs="Arial"/>
          <w:sz w:val="20"/>
          <w:lang w:val="de-AT"/>
        </w:rPr>
        <w:t>Umdasch</w:t>
      </w:r>
      <w:proofErr w:type="spellEnd"/>
      <w:r w:rsidRPr="00297519">
        <w:rPr>
          <w:rFonts w:cs="Arial"/>
          <w:sz w:val="20"/>
          <w:lang w:val="de-AT"/>
        </w:rPr>
        <w:t xml:space="preserve"> Group und beschäftigt weltweit 7.000 Mitarbeiterinnen und Mitarbeiter.</w:t>
      </w:r>
    </w:p>
    <w:p w14:paraId="70C982C7" w14:textId="77777777" w:rsidR="00DB5E3A" w:rsidRDefault="00DB5E3A" w:rsidP="00DB5E3A">
      <w:pPr>
        <w:pBdr>
          <w:bottom w:val="single" w:sz="4" w:space="1" w:color="auto"/>
        </w:pBdr>
        <w:spacing w:line="257" w:lineRule="auto"/>
        <w:rPr>
          <w:rFonts w:cs="Arial"/>
          <w:sz w:val="20"/>
          <w:lang w:val="de-AT"/>
        </w:rPr>
      </w:pPr>
    </w:p>
    <w:p w14:paraId="7DAAEEF8" w14:textId="77777777" w:rsidR="00DB5E3A" w:rsidRDefault="00DB5E3A" w:rsidP="00DB5E3A">
      <w:pPr>
        <w:keepLines/>
        <w:rPr>
          <w:rFonts w:cs="Arial"/>
          <w:sz w:val="20"/>
          <w:u w:val="single"/>
        </w:rPr>
      </w:pPr>
    </w:p>
    <w:p w14:paraId="39B0D292" w14:textId="6FFEAC9B" w:rsidR="003659EB" w:rsidRDefault="00DB5E3A" w:rsidP="00DB5E3A">
      <w:pPr>
        <w:keepLines/>
        <w:jc w:val="both"/>
        <w:rPr>
          <w:rStyle w:val="Hyperlink"/>
          <w:rFonts w:cs="Arial"/>
          <w:sz w:val="20"/>
        </w:rPr>
      </w:pPr>
      <w:r w:rsidRPr="00297519">
        <w:rPr>
          <w:rFonts w:cs="Arial"/>
          <w:sz w:val="20"/>
          <w:u w:val="single"/>
        </w:rPr>
        <w:t>Pressekontakt:</w:t>
      </w:r>
      <w:r w:rsidRPr="00297519">
        <w:rPr>
          <w:rFonts w:cs="Arial"/>
          <w:sz w:val="20"/>
          <w:u w:val="single"/>
        </w:rPr>
        <w:br/>
      </w:r>
      <w:proofErr w:type="spellStart"/>
      <w:r w:rsidR="003659EB">
        <w:rPr>
          <w:rFonts w:cs="Arial"/>
          <w:sz w:val="20"/>
        </w:rPr>
        <w:t>Doka</w:t>
      </w:r>
      <w:proofErr w:type="spellEnd"/>
      <w:r w:rsidR="003659EB">
        <w:rPr>
          <w:rFonts w:cs="Arial"/>
          <w:sz w:val="20"/>
        </w:rPr>
        <w:t xml:space="preserve"> Schweiz AG</w:t>
      </w:r>
      <w:r w:rsidRPr="00297519">
        <w:rPr>
          <w:rFonts w:cs="Arial"/>
          <w:sz w:val="20"/>
        </w:rPr>
        <w:br/>
      </w:r>
      <w:r w:rsidR="003659EB">
        <w:rPr>
          <w:rFonts w:cs="Arial"/>
          <w:sz w:val="20"/>
        </w:rPr>
        <w:t>Dominic Staub</w:t>
      </w:r>
      <w:r w:rsidRPr="00297519">
        <w:rPr>
          <w:rFonts w:cs="Arial"/>
          <w:sz w:val="20"/>
        </w:rPr>
        <w:t xml:space="preserve"> </w:t>
      </w:r>
      <w:r w:rsidRPr="00297519">
        <w:rPr>
          <w:rFonts w:cs="Arial"/>
          <w:sz w:val="20"/>
        </w:rPr>
        <w:br/>
        <w:t>Tel. +4</w:t>
      </w:r>
      <w:r w:rsidR="003659EB">
        <w:rPr>
          <w:rFonts w:cs="Arial"/>
          <w:sz w:val="20"/>
        </w:rPr>
        <w:t>1 43 411 20 82</w:t>
      </w:r>
      <w:r w:rsidRPr="00297519">
        <w:rPr>
          <w:rFonts w:cs="Arial"/>
          <w:sz w:val="20"/>
        </w:rPr>
        <w:br/>
      </w:r>
      <w:r w:rsidR="003659EB">
        <w:rPr>
          <w:rFonts w:cs="Arial"/>
          <w:sz w:val="20"/>
        </w:rPr>
        <w:t>dominic.staub@doka.com</w:t>
      </w:r>
      <w:r w:rsidRPr="00297519">
        <w:rPr>
          <w:rFonts w:cs="Arial"/>
          <w:sz w:val="20"/>
        </w:rPr>
        <w:br/>
      </w:r>
      <w:r w:rsidR="003659EB" w:rsidRPr="003659EB">
        <w:rPr>
          <w:rFonts w:cs="Arial"/>
          <w:sz w:val="20"/>
        </w:rPr>
        <w:t>www.doka-schweiz.ch</w:t>
      </w:r>
    </w:p>
    <w:p w14:paraId="07CA8BF5" w14:textId="77777777" w:rsidR="00DB5E3A" w:rsidRDefault="00DB5E3A" w:rsidP="00DB5E3A">
      <w:pPr>
        <w:keepLines/>
        <w:jc w:val="both"/>
      </w:pPr>
    </w:p>
    <w:p w14:paraId="2147F5CC" w14:textId="2CEF31E7" w:rsidR="00557B43" w:rsidRDefault="00557B43" w:rsidP="00557B43">
      <w:pPr>
        <w:keepLines/>
        <w:pBdr>
          <w:top w:val="single" w:sz="4" w:space="1" w:color="auto"/>
        </w:pBdr>
        <w:jc w:val="both"/>
      </w:pPr>
    </w:p>
    <w:p w14:paraId="22AB4072" w14:textId="00287E63" w:rsidR="009F43B5" w:rsidRDefault="009F43B5">
      <w:pPr>
        <w:overflowPunct/>
        <w:autoSpaceDE/>
        <w:autoSpaceDN/>
        <w:adjustRightInd/>
        <w:textAlignment w:val="auto"/>
        <w:rPr>
          <w:b/>
        </w:rPr>
      </w:pPr>
    </w:p>
    <w:p w14:paraId="29A025A5" w14:textId="32334F29" w:rsidR="000000C0" w:rsidRDefault="00237D0B" w:rsidP="009F43B5">
      <w:pPr>
        <w:keepLines/>
        <w:jc w:val="both"/>
        <w:rPr>
          <w:i/>
        </w:rPr>
      </w:pPr>
      <w:r w:rsidRPr="009F43B5">
        <w:rPr>
          <w:b/>
        </w:rPr>
        <w:t>Bildauswahl</w:t>
      </w:r>
      <w:r w:rsidR="007A4C56" w:rsidRPr="009F43B5">
        <w:rPr>
          <w:b/>
        </w:rPr>
        <w:br/>
      </w:r>
      <w:r w:rsidRPr="00DA5D6F">
        <w:rPr>
          <w:i/>
        </w:rPr>
        <w:t>Bei Veröffentlichung bitten w</w:t>
      </w:r>
      <w:r w:rsidR="00DA5D6F">
        <w:rPr>
          <w:i/>
        </w:rPr>
        <w:t>ir Sie um Angabe des Copyrights</w:t>
      </w:r>
    </w:p>
    <w:p w14:paraId="084D7E84" w14:textId="7293D2F1" w:rsidR="0055215B" w:rsidRDefault="0055215B" w:rsidP="00A96591">
      <w:pPr>
        <w:spacing w:line="276" w:lineRule="auto"/>
        <w:rPr>
          <w:i/>
          <w:noProof/>
        </w:rPr>
      </w:pPr>
    </w:p>
    <w:tbl>
      <w:tblPr>
        <w:tblW w:w="850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53"/>
        <w:gridCol w:w="4253"/>
      </w:tblGrid>
      <w:tr w:rsidR="00321D7D" w:rsidRPr="00EA2291" w14:paraId="6C15AFF0" w14:textId="77777777" w:rsidTr="007515E3">
        <w:trPr>
          <w:trHeight w:val="1870"/>
        </w:trPr>
        <w:tc>
          <w:tcPr>
            <w:tcW w:w="4253" w:type="dxa"/>
          </w:tcPr>
          <w:p w14:paraId="7F023160" w14:textId="77777777" w:rsidR="00321D7D" w:rsidRPr="002536A3" w:rsidRDefault="00321D7D" w:rsidP="007515E3">
            <w:pPr>
              <w:spacing w:line="276" w:lineRule="auto"/>
              <w:rPr>
                <w:sz w:val="16"/>
                <w:szCs w:val="16"/>
              </w:rPr>
            </w:pPr>
            <w:r w:rsidRPr="004F242F">
              <w:rPr>
                <w:noProof/>
                <w:sz w:val="16"/>
                <w:szCs w:val="16"/>
                <w:lang w:val="de-CH" w:eastAsia="de-CH"/>
              </w:rPr>
              <w:drawing>
                <wp:inline distT="0" distB="0" distL="0" distR="0" wp14:anchorId="2440C2DD" wp14:editId="63806203">
                  <wp:extent cx="2520000" cy="2160000"/>
                  <wp:effectExtent l="0" t="0" r="0" b="0"/>
                  <wp:docPr id="4" name="Grafik 4" descr="Q:\Doka\Company\External Communication - Image\Press Releases (tbd)\In progress_2019\2019_11 DokaXlight\Pictures\Word\DokaXligh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Doka\Company\External Communication - Image\Press Releases (tbd)\In progress_2019\2019_11 DokaXlight\Pictures\Word\DokaXligh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122D39F9" w14:textId="77777777" w:rsidR="00321D7D" w:rsidRPr="00696388" w:rsidRDefault="00321D7D" w:rsidP="007515E3">
            <w:pPr>
              <w:spacing w:line="276" w:lineRule="auto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noProof/>
                <w:sz w:val="20"/>
                <w:szCs w:val="22"/>
              </w:rPr>
              <w:t xml:space="preserve"> </w:t>
            </w:r>
            <w:r w:rsidRPr="00EC7E55">
              <w:rPr>
                <w:rFonts w:cs="Arial"/>
                <w:noProof/>
                <w:sz w:val="20"/>
                <w:szCs w:val="22"/>
                <w:lang w:val="de-CH" w:eastAsia="de-CH"/>
              </w:rPr>
              <w:drawing>
                <wp:inline distT="0" distB="0" distL="0" distR="0" wp14:anchorId="4F3D031A" wp14:editId="72ACD981">
                  <wp:extent cx="2520000" cy="2160000"/>
                  <wp:effectExtent l="0" t="0" r="0" b="0"/>
                  <wp:docPr id="8" name="Grafik 8" descr="Q:\Doka\Company\External Communication - Image\Press Releases (tbd)\In progress_2019\2019_11 DokaXlight\Pictures\Word\DokaXligh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Q:\Doka\Company\External Communication - Image\Press Releases (tbd)\In progress_2019\2019_11 DokaXlight\Pictures\Word\DokaXlight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D7D" w:rsidRPr="00EA2291" w14:paraId="43E6F22D" w14:textId="77777777" w:rsidTr="007515E3">
        <w:trPr>
          <w:trHeight w:val="1870"/>
        </w:trPr>
        <w:tc>
          <w:tcPr>
            <w:tcW w:w="8506" w:type="dxa"/>
            <w:gridSpan w:val="2"/>
          </w:tcPr>
          <w:p w14:paraId="170B8A05" w14:textId="77777777" w:rsidR="00321D7D" w:rsidRDefault="00321D7D" w:rsidP="007515E3">
            <w:pPr>
              <w:spacing w:line="276" w:lineRule="auto"/>
              <w:rPr>
                <w:sz w:val="20"/>
              </w:rPr>
            </w:pPr>
          </w:p>
          <w:p w14:paraId="30BA90CC" w14:textId="77777777" w:rsidR="00321D7D" w:rsidRDefault="00321D7D" w:rsidP="007515E3">
            <w:pPr>
              <w:spacing w:line="276" w:lineRule="auto"/>
            </w:pPr>
            <w:r>
              <w:t xml:space="preserve">Die universell verwendbare Handschalung </w:t>
            </w:r>
            <w:proofErr w:type="spellStart"/>
            <w:r>
              <w:t>DokaXlight</w:t>
            </w:r>
            <w:proofErr w:type="spellEnd"/>
            <w:r>
              <w:t xml:space="preserve"> </w:t>
            </w:r>
            <w:r w:rsidRPr="008926D8">
              <w:t>k</w:t>
            </w:r>
            <w:r>
              <w:t xml:space="preserve">ann kranunabhängig </w:t>
            </w:r>
            <w:r w:rsidRPr="008926D8">
              <w:t>mit nur eine</w:t>
            </w:r>
            <w:r>
              <w:t>r Person eingesetzt werden.</w:t>
            </w:r>
          </w:p>
          <w:p w14:paraId="0051B7AF" w14:textId="77777777" w:rsidR="00321D7D" w:rsidRPr="00696388" w:rsidRDefault="00321D7D" w:rsidP="007515E3">
            <w:pPr>
              <w:spacing w:line="276" w:lineRule="auto"/>
              <w:rPr>
                <w:sz w:val="20"/>
              </w:rPr>
            </w:pPr>
          </w:p>
          <w:p w14:paraId="5A005252" w14:textId="77777777" w:rsidR="00321D7D" w:rsidRPr="002D5E23" w:rsidRDefault="00321D7D" w:rsidP="007515E3">
            <w:pPr>
              <w:spacing w:line="276" w:lineRule="auto"/>
              <w:rPr>
                <w:sz w:val="20"/>
              </w:rPr>
            </w:pPr>
            <w:r w:rsidRPr="002D5E23">
              <w:rPr>
                <w:sz w:val="20"/>
              </w:rPr>
              <w:t>Fotos: DokaXlight_1.jpg, DokaXlight_2.jpg</w:t>
            </w:r>
          </w:p>
          <w:p w14:paraId="5962F1E6" w14:textId="77777777" w:rsidR="00321D7D" w:rsidRPr="00696388" w:rsidRDefault="00321D7D" w:rsidP="007515E3">
            <w:pPr>
              <w:spacing w:line="276" w:lineRule="auto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 xml:space="preserve">Copyright: </w:t>
            </w:r>
            <w:proofErr w:type="spellStart"/>
            <w:r w:rsidRPr="00696388">
              <w:rPr>
                <w:rFonts w:cs="Arial"/>
                <w:sz w:val="20"/>
                <w:szCs w:val="22"/>
              </w:rPr>
              <w:t>Doka</w:t>
            </w:r>
            <w:proofErr w:type="spellEnd"/>
          </w:p>
        </w:tc>
      </w:tr>
      <w:tr w:rsidR="00321D7D" w:rsidRPr="00EA2291" w14:paraId="7760311A" w14:textId="77777777" w:rsidTr="007515E3">
        <w:trPr>
          <w:trHeight w:val="2607"/>
        </w:trPr>
        <w:tc>
          <w:tcPr>
            <w:tcW w:w="4253" w:type="dxa"/>
          </w:tcPr>
          <w:p w14:paraId="0DE57839" w14:textId="77777777" w:rsidR="00321D7D" w:rsidRPr="00DE3488" w:rsidRDefault="00321D7D" w:rsidP="007515E3">
            <w:pPr>
              <w:spacing w:line="276" w:lineRule="auto"/>
              <w:rPr>
                <w:sz w:val="16"/>
                <w:szCs w:val="16"/>
              </w:rPr>
            </w:pPr>
            <w:r w:rsidRPr="004F242F">
              <w:rPr>
                <w:noProof/>
                <w:sz w:val="20"/>
                <w:lang w:val="de-CH" w:eastAsia="de-CH"/>
              </w:rPr>
              <w:lastRenderedPageBreak/>
              <w:drawing>
                <wp:inline distT="0" distB="0" distL="0" distR="0" wp14:anchorId="6C211AA1" wp14:editId="4D077A90">
                  <wp:extent cx="2520000" cy="2160000"/>
                  <wp:effectExtent l="0" t="0" r="0" b="0"/>
                  <wp:docPr id="7" name="Grafik 7" descr="Q:\Doka\Company\External Communication - Image\Press Releases (tbd)\In progress_2019\2019_11 DokaXlight\Pictures\Word\DokaXligh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Q:\Doka\Company\External Communication - Image\Press Releases (tbd)\In progress_2019\2019_11 DokaXlight\Pictures\Word\DokaXlight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3741EE4F" w14:textId="77777777" w:rsidR="00321D7D" w:rsidRPr="00696388" w:rsidRDefault="00321D7D" w:rsidP="007515E3">
            <w:pPr>
              <w:tabs>
                <w:tab w:val="right" w:pos="4604"/>
              </w:tabs>
              <w:spacing w:line="276" w:lineRule="auto"/>
              <w:rPr>
                <w:sz w:val="20"/>
              </w:rPr>
            </w:pPr>
            <w:r>
              <w:rPr>
                <w:noProof/>
                <w:sz w:val="16"/>
                <w:szCs w:val="16"/>
              </w:rPr>
              <w:t xml:space="preserve"> </w:t>
            </w:r>
            <w:r w:rsidRPr="004F242F">
              <w:rPr>
                <w:noProof/>
                <w:sz w:val="16"/>
                <w:szCs w:val="16"/>
                <w:lang w:val="de-CH" w:eastAsia="de-CH"/>
              </w:rPr>
              <w:drawing>
                <wp:inline distT="0" distB="0" distL="0" distR="0" wp14:anchorId="32F5CBB1" wp14:editId="1A9415ED">
                  <wp:extent cx="2520000" cy="2160000"/>
                  <wp:effectExtent l="0" t="0" r="0" b="0"/>
                  <wp:docPr id="6" name="Grafik 6" descr="Q:\Doka\Company\External Communication - Image\Press Releases (tbd)\In progress_2019\2019_11 DokaXlight\Pictures\Word\DokaXligh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Doka\Company\External Communication - Image\Press Releases (tbd)\In progress_2019\2019_11 DokaXlight\Pictures\Word\DokaXlight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D7D" w:rsidRPr="00EA2291" w14:paraId="424798DF" w14:textId="77777777" w:rsidTr="007515E3">
        <w:trPr>
          <w:trHeight w:val="1870"/>
        </w:trPr>
        <w:tc>
          <w:tcPr>
            <w:tcW w:w="8506" w:type="dxa"/>
            <w:gridSpan w:val="2"/>
          </w:tcPr>
          <w:p w14:paraId="40489B92" w14:textId="77777777" w:rsidR="00321D7D" w:rsidRPr="00786D7F" w:rsidRDefault="00321D7D" w:rsidP="007515E3">
            <w:pPr>
              <w:spacing w:line="276" w:lineRule="auto"/>
              <w:rPr>
                <w:sz w:val="20"/>
              </w:rPr>
            </w:pPr>
          </w:p>
          <w:p w14:paraId="3C8503E2" w14:textId="77777777" w:rsidR="00321D7D" w:rsidRPr="00B73740" w:rsidRDefault="00321D7D" w:rsidP="007515E3">
            <w:pPr>
              <w:spacing w:line="276" w:lineRule="auto"/>
              <w:rPr>
                <w:sz w:val="20"/>
              </w:rPr>
            </w:pPr>
            <w:r>
              <w:t xml:space="preserve">Integrierte Griffe vereinfachen die Handhabung und beschleunigen zusätzlich die Schalungsarbeiten. </w:t>
            </w:r>
            <w:r w:rsidRPr="00B73740">
              <w:t>E</w:t>
            </w:r>
            <w:r>
              <w:t>in in den Querprofilen eingebauter Ankerlochschutz sorgt für hohe Einsatzzahlen</w:t>
            </w:r>
            <w:r w:rsidRPr="00975995">
              <w:t>.</w:t>
            </w:r>
            <w:r>
              <w:rPr>
                <w:sz w:val="20"/>
              </w:rPr>
              <w:t xml:space="preserve"> </w:t>
            </w:r>
          </w:p>
          <w:p w14:paraId="55F2D8C1" w14:textId="77777777" w:rsidR="00321D7D" w:rsidRPr="00B73740" w:rsidRDefault="00321D7D" w:rsidP="007515E3">
            <w:pPr>
              <w:spacing w:line="276" w:lineRule="auto"/>
              <w:rPr>
                <w:sz w:val="20"/>
              </w:rPr>
            </w:pPr>
          </w:p>
          <w:p w14:paraId="60725447" w14:textId="77777777" w:rsidR="00321D7D" w:rsidRPr="00B73740" w:rsidRDefault="00321D7D" w:rsidP="007515E3">
            <w:pPr>
              <w:spacing w:line="276" w:lineRule="auto"/>
              <w:rPr>
                <w:sz w:val="20"/>
              </w:rPr>
            </w:pPr>
            <w:r w:rsidRPr="00B73740">
              <w:rPr>
                <w:sz w:val="20"/>
              </w:rPr>
              <w:t>Fotos: DokaXlight_3.jpg, DokaXlight_4.jpg</w:t>
            </w:r>
          </w:p>
          <w:p w14:paraId="1D1824C7" w14:textId="77777777" w:rsidR="00321D7D" w:rsidRPr="00696388" w:rsidRDefault="00321D7D" w:rsidP="007515E3">
            <w:pPr>
              <w:spacing w:line="276" w:lineRule="auto"/>
              <w:rPr>
                <w:sz w:val="20"/>
              </w:rPr>
            </w:pPr>
            <w:r w:rsidRPr="00696388">
              <w:rPr>
                <w:sz w:val="20"/>
              </w:rPr>
              <w:t xml:space="preserve">Copyright: </w:t>
            </w:r>
            <w:proofErr w:type="spellStart"/>
            <w:r w:rsidRPr="00696388">
              <w:rPr>
                <w:sz w:val="20"/>
              </w:rPr>
              <w:t>Doka</w:t>
            </w:r>
            <w:proofErr w:type="spellEnd"/>
          </w:p>
        </w:tc>
      </w:tr>
    </w:tbl>
    <w:p w14:paraId="4FC06DCA" w14:textId="77777777" w:rsidR="00321D7D" w:rsidRPr="00DE3488" w:rsidRDefault="00321D7D" w:rsidP="00321D7D">
      <w:pPr>
        <w:rPr>
          <w:b/>
          <w:sz w:val="20"/>
        </w:rPr>
      </w:pPr>
    </w:p>
    <w:p w14:paraId="18B0DC0A" w14:textId="3F24BA0C" w:rsidR="00232591" w:rsidRPr="008A3048" w:rsidRDefault="00232591" w:rsidP="00321D7D">
      <w:pPr>
        <w:spacing w:line="276" w:lineRule="auto"/>
        <w:rPr>
          <w:i/>
          <w:sz w:val="20"/>
        </w:rPr>
      </w:pPr>
    </w:p>
    <w:sectPr w:rsidR="00232591" w:rsidRPr="008A3048" w:rsidSect="0055215B">
      <w:headerReference w:type="default" r:id="rId12"/>
      <w:pgSz w:w="11906" w:h="16838"/>
      <w:pgMar w:top="2835" w:right="1700" w:bottom="156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49991" w14:textId="77777777" w:rsidR="00F40049" w:rsidRDefault="00F40049" w:rsidP="00D77512">
      <w:r>
        <w:separator/>
      </w:r>
    </w:p>
  </w:endnote>
  <w:endnote w:type="continuationSeparator" w:id="0">
    <w:p w14:paraId="3A778D1C" w14:textId="77777777" w:rsidR="00F40049" w:rsidRDefault="00F40049" w:rsidP="00D7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altName w:val="Calibri Light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3428" w14:textId="77777777" w:rsidR="00F40049" w:rsidRDefault="00F40049" w:rsidP="00D77512">
      <w:r>
        <w:separator/>
      </w:r>
    </w:p>
  </w:footnote>
  <w:footnote w:type="continuationSeparator" w:id="0">
    <w:p w14:paraId="0B830B28" w14:textId="77777777" w:rsidR="00F40049" w:rsidRDefault="00F40049" w:rsidP="00D7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2ADED" w14:textId="6FE0D2FA" w:rsidR="00E05EEF" w:rsidRPr="00CD5933" w:rsidRDefault="00E05EEF" w:rsidP="00E05EEF">
    <w:pPr>
      <w:pStyle w:val="Kopfzeile"/>
      <w:rPr>
        <w:b/>
      </w:rPr>
    </w:pPr>
    <w:r w:rsidRPr="00080804">
      <w:rPr>
        <w:b/>
        <w:noProof/>
        <w:lang w:val="de-CH" w:eastAsia="de-CH"/>
      </w:rPr>
      <w:drawing>
        <wp:anchor distT="0" distB="0" distL="114300" distR="114300" simplePos="0" relativeHeight="251659264" behindDoc="0" locked="0" layoutInCell="1" allowOverlap="1" wp14:anchorId="64074223" wp14:editId="3C62FD03">
          <wp:simplePos x="0" y="0"/>
          <wp:positionH relativeFrom="column">
            <wp:posOffset>3902075</wp:posOffset>
          </wp:positionH>
          <wp:positionV relativeFrom="paragraph">
            <wp:posOffset>-36195</wp:posOffset>
          </wp:positionV>
          <wp:extent cx="1563260" cy="620202"/>
          <wp:effectExtent l="19050" t="0" r="0" b="0"/>
          <wp:wrapNone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260" cy="6202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de-CH" w:eastAsia="de-CH"/>
      </w:rPr>
      <w:t>Medienmitteilung</w:t>
    </w:r>
    <w:r>
      <w:rPr>
        <w:b/>
      </w:rPr>
      <w:t xml:space="preserve"> </w:t>
    </w:r>
    <w:r>
      <w:t xml:space="preserve">/ </w:t>
    </w:r>
    <w:r>
      <w:t>Februar</w:t>
    </w:r>
    <w:r>
      <w:t xml:space="preserve"> </w:t>
    </w:r>
    <w:r>
      <w:t>2020</w:t>
    </w:r>
  </w:p>
  <w:p w14:paraId="1AFAB468" w14:textId="0B3AC05F" w:rsidR="00D954DB" w:rsidRDefault="00D954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5531"/>
    <w:multiLevelType w:val="hybridMultilevel"/>
    <w:tmpl w:val="22B86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A773C"/>
    <w:multiLevelType w:val="hybridMultilevel"/>
    <w:tmpl w:val="1E5E42C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16178"/>
    <w:multiLevelType w:val="hybridMultilevel"/>
    <w:tmpl w:val="0436FE38"/>
    <w:lvl w:ilvl="0" w:tplc="9E580E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90700"/>
    <w:multiLevelType w:val="hybridMultilevel"/>
    <w:tmpl w:val="CF6E47BE"/>
    <w:lvl w:ilvl="0" w:tplc="E2AA45BC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635D4393"/>
    <w:multiLevelType w:val="hybridMultilevel"/>
    <w:tmpl w:val="350694EC"/>
    <w:lvl w:ilvl="0" w:tplc="0407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" w15:restartNumberingAfterBreak="0">
    <w:nsid w:val="708B4FBB"/>
    <w:multiLevelType w:val="hybridMultilevel"/>
    <w:tmpl w:val="001220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EA"/>
    <w:rsid w:val="000000C0"/>
    <w:rsid w:val="000007A5"/>
    <w:rsid w:val="00013A82"/>
    <w:rsid w:val="000167A9"/>
    <w:rsid w:val="0003676F"/>
    <w:rsid w:val="000465A5"/>
    <w:rsid w:val="00051A8E"/>
    <w:rsid w:val="00056646"/>
    <w:rsid w:val="00060FA7"/>
    <w:rsid w:val="000649EA"/>
    <w:rsid w:val="0006601C"/>
    <w:rsid w:val="00067918"/>
    <w:rsid w:val="00072D32"/>
    <w:rsid w:val="00081F0D"/>
    <w:rsid w:val="00087555"/>
    <w:rsid w:val="00095057"/>
    <w:rsid w:val="00095D73"/>
    <w:rsid w:val="00096A92"/>
    <w:rsid w:val="00096BB5"/>
    <w:rsid w:val="000978DC"/>
    <w:rsid w:val="000A2CE8"/>
    <w:rsid w:val="000A6D5B"/>
    <w:rsid w:val="000A7A5C"/>
    <w:rsid w:val="000B4272"/>
    <w:rsid w:val="000C060F"/>
    <w:rsid w:val="000C2254"/>
    <w:rsid w:val="000D2AC4"/>
    <w:rsid w:val="000D3855"/>
    <w:rsid w:val="000D533D"/>
    <w:rsid w:val="000E2D5C"/>
    <w:rsid w:val="000F021E"/>
    <w:rsid w:val="000F025D"/>
    <w:rsid w:val="000F103C"/>
    <w:rsid w:val="000F1770"/>
    <w:rsid w:val="000F5690"/>
    <w:rsid w:val="00100CA8"/>
    <w:rsid w:val="001022E3"/>
    <w:rsid w:val="00111F38"/>
    <w:rsid w:val="001122D8"/>
    <w:rsid w:val="0011649C"/>
    <w:rsid w:val="001220FC"/>
    <w:rsid w:val="001223C5"/>
    <w:rsid w:val="00122538"/>
    <w:rsid w:val="00122E2F"/>
    <w:rsid w:val="001230A7"/>
    <w:rsid w:val="001314BC"/>
    <w:rsid w:val="001466F0"/>
    <w:rsid w:val="0014776B"/>
    <w:rsid w:val="00147D9C"/>
    <w:rsid w:val="00152E0B"/>
    <w:rsid w:val="001538AD"/>
    <w:rsid w:val="00156615"/>
    <w:rsid w:val="00160140"/>
    <w:rsid w:val="00161094"/>
    <w:rsid w:val="00164FA1"/>
    <w:rsid w:val="001674CD"/>
    <w:rsid w:val="00167789"/>
    <w:rsid w:val="00173E09"/>
    <w:rsid w:val="0017602C"/>
    <w:rsid w:val="001847F9"/>
    <w:rsid w:val="001848B7"/>
    <w:rsid w:val="0019579F"/>
    <w:rsid w:val="00196EC7"/>
    <w:rsid w:val="001970DF"/>
    <w:rsid w:val="001A0577"/>
    <w:rsid w:val="001A3C75"/>
    <w:rsid w:val="001A67BB"/>
    <w:rsid w:val="001B0ACD"/>
    <w:rsid w:val="001B2E65"/>
    <w:rsid w:val="001D04AE"/>
    <w:rsid w:val="001D296A"/>
    <w:rsid w:val="001D71D1"/>
    <w:rsid w:val="001D73EC"/>
    <w:rsid w:val="001E0772"/>
    <w:rsid w:val="001E2242"/>
    <w:rsid w:val="001E5B3D"/>
    <w:rsid w:val="001E6C2C"/>
    <w:rsid w:val="001F015A"/>
    <w:rsid w:val="001F3374"/>
    <w:rsid w:val="001F3C80"/>
    <w:rsid w:val="001F6B85"/>
    <w:rsid w:val="0020413D"/>
    <w:rsid w:val="00207604"/>
    <w:rsid w:val="00221BC0"/>
    <w:rsid w:val="002227FA"/>
    <w:rsid w:val="00222A85"/>
    <w:rsid w:val="002233A1"/>
    <w:rsid w:val="00223C6A"/>
    <w:rsid w:val="00224583"/>
    <w:rsid w:val="0023189C"/>
    <w:rsid w:val="00231B89"/>
    <w:rsid w:val="00232591"/>
    <w:rsid w:val="0023286E"/>
    <w:rsid w:val="00235376"/>
    <w:rsid w:val="00237D0B"/>
    <w:rsid w:val="0024040A"/>
    <w:rsid w:val="0024704A"/>
    <w:rsid w:val="00247E08"/>
    <w:rsid w:val="00251D71"/>
    <w:rsid w:val="00251E54"/>
    <w:rsid w:val="002520C0"/>
    <w:rsid w:val="002647C8"/>
    <w:rsid w:val="00264AC2"/>
    <w:rsid w:val="00285AC9"/>
    <w:rsid w:val="00291F6C"/>
    <w:rsid w:val="002A05CE"/>
    <w:rsid w:val="002A5E86"/>
    <w:rsid w:val="002B0D01"/>
    <w:rsid w:val="002B5E18"/>
    <w:rsid w:val="002B74E9"/>
    <w:rsid w:val="002D12B2"/>
    <w:rsid w:val="002D182F"/>
    <w:rsid w:val="002D381F"/>
    <w:rsid w:val="002E1220"/>
    <w:rsid w:val="002E123A"/>
    <w:rsid w:val="002E70BB"/>
    <w:rsid w:val="002F2AB4"/>
    <w:rsid w:val="00301BC1"/>
    <w:rsid w:val="003028BC"/>
    <w:rsid w:val="00305A8E"/>
    <w:rsid w:val="003178AF"/>
    <w:rsid w:val="00317A70"/>
    <w:rsid w:val="003211B6"/>
    <w:rsid w:val="00321D7D"/>
    <w:rsid w:val="003247EA"/>
    <w:rsid w:val="00326D8C"/>
    <w:rsid w:val="003309AD"/>
    <w:rsid w:val="00335188"/>
    <w:rsid w:val="00336151"/>
    <w:rsid w:val="003377FC"/>
    <w:rsid w:val="003416DD"/>
    <w:rsid w:val="003438CA"/>
    <w:rsid w:val="00343AF9"/>
    <w:rsid w:val="0034638C"/>
    <w:rsid w:val="00347489"/>
    <w:rsid w:val="003478BF"/>
    <w:rsid w:val="00352976"/>
    <w:rsid w:val="00357446"/>
    <w:rsid w:val="00360695"/>
    <w:rsid w:val="0036094B"/>
    <w:rsid w:val="003659EB"/>
    <w:rsid w:val="003675DC"/>
    <w:rsid w:val="0037387C"/>
    <w:rsid w:val="00376657"/>
    <w:rsid w:val="00377F54"/>
    <w:rsid w:val="00380248"/>
    <w:rsid w:val="00382323"/>
    <w:rsid w:val="00393042"/>
    <w:rsid w:val="00394F8F"/>
    <w:rsid w:val="003A1EFD"/>
    <w:rsid w:val="003A5BAB"/>
    <w:rsid w:val="003B0824"/>
    <w:rsid w:val="003B26C3"/>
    <w:rsid w:val="003B54A0"/>
    <w:rsid w:val="003B609D"/>
    <w:rsid w:val="003C4CEE"/>
    <w:rsid w:val="003C6832"/>
    <w:rsid w:val="003D2D74"/>
    <w:rsid w:val="003D41CE"/>
    <w:rsid w:val="003E02ED"/>
    <w:rsid w:val="003E062E"/>
    <w:rsid w:val="003E311C"/>
    <w:rsid w:val="00400964"/>
    <w:rsid w:val="004028F5"/>
    <w:rsid w:val="00403A7F"/>
    <w:rsid w:val="00404666"/>
    <w:rsid w:val="00411233"/>
    <w:rsid w:val="00420640"/>
    <w:rsid w:val="00420BFE"/>
    <w:rsid w:val="00422684"/>
    <w:rsid w:val="004255E6"/>
    <w:rsid w:val="00432FD7"/>
    <w:rsid w:val="00433A8D"/>
    <w:rsid w:val="0043452A"/>
    <w:rsid w:val="0043760D"/>
    <w:rsid w:val="004376E4"/>
    <w:rsid w:val="00440045"/>
    <w:rsid w:val="00450D8E"/>
    <w:rsid w:val="004511FE"/>
    <w:rsid w:val="00452F7A"/>
    <w:rsid w:val="00457C12"/>
    <w:rsid w:val="00462D2C"/>
    <w:rsid w:val="00463614"/>
    <w:rsid w:val="00463780"/>
    <w:rsid w:val="004654D5"/>
    <w:rsid w:val="0047088C"/>
    <w:rsid w:val="004741BD"/>
    <w:rsid w:val="00476F2A"/>
    <w:rsid w:val="00480CCE"/>
    <w:rsid w:val="00481E12"/>
    <w:rsid w:val="00483806"/>
    <w:rsid w:val="00486038"/>
    <w:rsid w:val="00490B85"/>
    <w:rsid w:val="004A26B5"/>
    <w:rsid w:val="004A34E8"/>
    <w:rsid w:val="004A7ECD"/>
    <w:rsid w:val="004B1D01"/>
    <w:rsid w:val="004B4F3F"/>
    <w:rsid w:val="004C0C41"/>
    <w:rsid w:val="004C5158"/>
    <w:rsid w:val="004D1E2F"/>
    <w:rsid w:val="004D3570"/>
    <w:rsid w:val="004D4E5D"/>
    <w:rsid w:val="004D538B"/>
    <w:rsid w:val="004D5C66"/>
    <w:rsid w:val="004D6DB8"/>
    <w:rsid w:val="004E0E5F"/>
    <w:rsid w:val="004E7CCC"/>
    <w:rsid w:val="00500ABB"/>
    <w:rsid w:val="00502AAA"/>
    <w:rsid w:val="00517FB8"/>
    <w:rsid w:val="0052253F"/>
    <w:rsid w:val="00533543"/>
    <w:rsid w:val="0053493B"/>
    <w:rsid w:val="00535F21"/>
    <w:rsid w:val="00551E42"/>
    <w:rsid w:val="0055215B"/>
    <w:rsid w:val="005546AC"/>
    <w:rsid w:val="0055583F"/>
    <w:rsid w:val="00555960"/>
    <w:rsid w:val="00556865"/>
    <w:rsid w:val="00557B43"/>
    <w:rsid w:val="00574C1A"/>
    <w:rsid w:val="005755BB"/>
    <w:rsid w:val="005757C6"/>
    <w:rsid w:val="005809A9"/>
    <w:rsid w:val="00582A19"/>
    <w:rsid w:val="00584A87"/>
    <w:rsid w:val="005A45A2"/>
    <w:rsid w:val="005A4F25"/>
    <w:rsid w:val="005A717A"/>
    <w:rsid w:val="005B3BFD"/>
    <w:rsid w:val="005C4057"/>
    <w:rsid w:val="005D106D"/>
    <w:rsid w:val="005E2578"/>
    <w:rsid w:val="005E7353"/>
    <w:rsid w:val="005F1E73"/>
    <w:rsid w:val="005F2A97"/>
    <w:rsid w:val="005F2FD0"/>
    <w:rsid w:val="006021DA"/>
    <w:rsid w:val="006070A4"/>
    <w:rsid w:val="006173F1"/>
    <w:rsid w:val="0061759A"/>
    <w:rsid w:val="006236CA"/>
    <w:rsid w:val="006270F4"/>
    <w:rsid w:val="00637D99"/>
    <w:rsid w:val="00641C5B"/>
    <w:rsid w:val="00641DA4"/>
    <w:rsid w:val="0065183A"/>
    <w:rsid w:val="00655700"/>
    <w:rsid w:val="00661301"/>
    <w:rsid w:val="00663FBB"/>
    <w:rsid w:val="006658D9"/>
    <w:rsid w:val="00670BBE"/>
    <w:rsid w:val="00671CC8"/>
    <w:rsid w:val="00675630"/>
    <w:rsid w:val="006773C2"/>
    <w:rsid w:val="00685EFF"/>
    <w:rsid w:val="00687679"/>
    <w:rsid w:val="00694D62"/>
    <w:rsid w:val="006B73C0"/>
    <w:rsid w:val="006C4874"/>
    <w:rsid w:val="006D7D46"/>
    <w:rsid w:val="006E0394"/>
    <w:rsid w:val="006E70B5"/>
    <w:rsid w:val="006F3357"/>
    <w:rsid w:val="006F4E78"/>
    <w:rsid w:val="00704D29"/>
    <w:rsid w:val="00710DF0"/>
    <w:rsid w:val="007147D4"/>
    <w:rsid w:val="00715C8E"/>
    <w:rsid w:val="0072308C"/>
    <w:rsid w:val="00724DE1"/>
    <w:rsid w:val="00731131"/>
    <w:rsid w:val="00731E6D"/>
    <w:rsid w:val="007370EA"/>
    <w:rsid w:val="00763C73"/>
    <w:rsid w:val="007657BC"/>
    <w:rsid w:val="00765F9C"/>
    <w:rsid w:val="00775847"/>
    <w:rsid w:val="00782662"/>
    <w:rsid w:val="00791CD9"/>
    <w:rsid w:val="007943AB"/>
    <w:rsid w:val="007A4268"/>
    <w:rsid w:val="007A4C56"/>
    <w:rsid w:val="007B0557"/>
    <w:rsid w:val="007B15CA"/>
    <w:rsid w:val="007B7B22"/>
    <w:rsid w:val="007C5EC8"/>
    <w:rsid w:val="007C744B"/>
    <w:rsid w:val="007D0D4F"/>
    <w:rsid w:val="007D270C"/>
    <w:rsid w:val="007D48F2"/>
    <w:rsid w:val="007E0115"/>
    <w:rsid w:val="007E0576"/>
    <w:rsid w:val="007E0D9B"/>
    <w:rsid w:val="007E4688"/>
    <w:rsid w:val="007E74C6"/>
    <w:rsid w:val="007F2523"/>
    <w:rsid w:val="00801239"/>
    <w:rsid w:val="008020EF"/>
    <w:rsid w:val="008068C9"/>
    <w:rsid w:val="00806994"/>
    <w:rsid w:val="0083323C"/>
    <w:rsid w:val="0083382A"/>
    <w:rsid w:val="00836DEA"/>
    <w:rsid w:val="00841197"/>
    <w:rsid w:val="00843206"/>
    <w:rsid w:val="00843436"/>
    <w:rsid w:val="00847BF8"/>
    <w:rsid w:val="008519BF"/>
    <w:rsid w:val="00851E6F"/>
    <w:rsid w:val="008638A3"/>
    <w:rsid w:val="00870D9E"/>
    <w:rsid w:val="008771FE"/>
    <w:rsid w:val="00881AB4"/>
    <w:rsid w:val="00882AAA"/>
    <w:rsid w:val="00885BF6"/>
    <w:rsid w:val="00885F3E"/>
    <w:rsid w:val="00887627"/>
    <w:rsid w:val="00891715"/>
    <w:rsid w:val="008A13CB"/>
    <w:rsid w:val="008A24A6"/>
    <w:rsid w:val="008A3048"/>
    <w:rsid w:val="008A537A"/>
    <w:rsid w:val="008B0EA8"/>
    <w:rsid w:val="008B25E0"/>
    <w:rsid w:val="008B3EA0"/>
    <w:rsid w:val="008B3F21"/>
    <w:rsid w:val="008B4878"/>
    <w:rsid w:val="008B5D11"/>
    <w:rsid w:val="008C1106"/>
    <w:rsid w:val="008C4CDF"/>
    <w:rsid w:val="008C50CC"/>
    <w:rsid w:val="008D58B3"/>
    <w:rsid w:val="008D735A"/>
    <w:rsid w:val="008D7E77"/>
    <w:rsid w:val="008E5E59"/>
    <w:rsid w:val="008F593B"/>
    <w:rsid w:val="008F5DB3"/>
    <w:rsid w:val="008F7FEF"/>
    <w:rsid w:val="00902382"/>
    <w:rsid w:val="009024EA"/>
    <w:rsid w:val="00914F62"/>
    <w:rsid w:val="00916170"/>
    <w:rsid w:val="00916D6D"/>
    <w:rsid w:val="00917AA2"/>
    <w:rsid w:val="00921088"/>
    <w:rsid w:val="009216FD"/>
    <w:rsid w:val="00922F09"/>
    <w:rsid w:val="00925D63"/>
    <w:rsid w:val="00926D79"/>
    <w:rsid w:val="0093686E"/>
    <w:rsid w:val="009451ED"/>
    <w:rsid w:val="0095516E"/>
    <w:rsid w:val="009554F0"/>
    <w:rsid w:val="0095761A"/>
    <w:rsid w:val="00957F63"/>
    <w:rsid w:val="00961CD7"/>
    <w:rsid w:val="00967DBF"/>
    <w:rsid w:val="00972A1D"/>
    <w:rsid w:val="00981B5B"/>
    <w:rsid w:val="00984D72"/>
    <w:rsid w:val="00994CF4"/>
    <w:rsid w:val="009A00B2"/>
    <w:rsid w:val="009B0B0F"/>
    <w:rsid w:val="009B6468"/>
    <w:rsid w:val="009B650C"/>
    <w:rsid w:val="009C296E"/>
    <w:rsid w:val="009C7E35"/>
    <w:rsid w:val="009D3DEE"/>
    <w:rsid w:val="009D493F"/>
    <w:rsid w:val="009D4B49"/>
    <w:rsid w:val="009D791E"/>
    <w:rsid w:val="009E3A54"/>
    <w:rsid w:val="009F43B5"/>
    <w:rsid w:val="009F7A08"/>
    <w:rsid w:val="00A02C5D"/>
    <w:rsid w:val="00A02D11"/>
    <w:rsid w:val="00A0655D"/>
    <w:rsid w:val="00A0725C"/>
    <w:rsid w:val="00A14613"/>
    <w:rsid w:val="00A155B1"/>
    <w:rsid w:val="00A416CA"/>
    <w:rsid w:val="00A448FE"/>
    <w:rsid w:val="00A47A57"/>
    <w:rsid w:val="00A47C07"/>
    <w:rsid w:val="00A509F5"/>
    <w:rsid w:val="00A56080"/>
    <w:rsid w:val="00A57517"/>
    <w:rsid w:val="00A727CE"/>
    <w:rsid w:val="00A76F61"/>
    <w:rsid w:val="00A800BE"/>
    <w:rsid w:val="00A8208E"/>
    <w:rsid w:val="00A87257"/>
    <w:rsid w:val="00A87774"/>
    <w:rsid w:val="00A96591"/>
    <w:rsid w:val="00A96B55"/>
    <w:rsid w:val="00AA1345"/>
    <w:rsid w:val="00AA3C3B"/>
    <w:rsid w:val="00AA3FFA"/>
    <w:rsid w:val="00AB034C"/>
    <w:rsid w:val="00AB0D5C"/>
    <w:rsid w:val="00AB21D9"/>
    <w:rsid w:val="00AB6294"/>
    <w:rsid w:val="00AB71A0"/>
    <w:rsid w:val="00AC03D7"/>
    <w:rsid w:val="00AC65A0"/>
    <w:rsid w:val="00AD1C16"/>
    <w:rsid w:val="00AD47E4"/>
    <w:rsid w:val="00AD5CAC"/>
    <w:rsid w:val="00AE1577"/>
    <w:rsid w:val="00AE4EB4"/>
    <w:rsid w:val="00AE7ACC"/>
    <w:rsid w:val="00AF208F"/>
    <w:rsid w:val="00B0168F"/>
    <w:rsid w:val="00B048B0"/>
    <w:rsid w:val="00B05703"/>
    <w:rsid w:val="00B15A4E"/>
    <w:rsid w:val="00B2092E"/>
    <w:rsid w:val="00B25AF8"/>
    <w:rsid w:val="00B265C9"/>
    <w:rsid w:val="00B268B6"/>
    <w:rsid w:val="00B268F3"/>
    <w:rsid w:val="00B33959"/>
    <w:rsid w:val="00B343F4"/>
    <w:rsid w:val="00B43077"/>
    <w:rsid w:val="00B5165E"/>
    <w:rsid w:val="00B613EB"/>
    <w:rsid w:val="00B62CAD"/>
    <w:rsid w:val="00B74497"/>
    <w:rsid w:val="00B81B86"/>
    <w:rsid w:val="00B81D18"/>
    <w:rsid w:val="00B834EF"/>
    <w:rsid w:val="00B91D38"/>
    <w:rsid w:val="00B92EA6"/>
    <w:rsid w:val="00BA119F"/>
    <w:rsid w:val="00BA46D9"/>
    <w:rsid w:val="00BB4174"/>
    <w:rsid w:val="00BC312D"/>
    <w:rsid w:val="00BC4473"/>
    <w:rsid w:val="00BC53B7"/>
    <w:rsid w:val="00BC7EAE"/>
    <w:rsid w:val="00BD2BE7"/>
    <w:rsid w:val="00C001B1"/>
    <w:rsid w:val="00C029D3"/>
    <w:rsid w:val="00C2777E"/>
    <w:rsid w:val="00C31281"/>
    <w:rsid w:val="00C31596"/>
    <w:rsid w:val="00C411B2"/>
    <w:rsid w:val="00C43F16"/>
    <w:rsid w:val="00C44F7E"/>
    <w:rsid w:val="00C52C72"/>
    <w:rsid w:val="00C57604"/>
    <w:rsid w:val="00C759EE"/>
    <w:rsid w:val="00C80F02"/>
    <w:rsid w:val="00CA6099"/>
    <w:rsid w:val="00CC0E75"/>
    <w:rsid w:val="00CC3871"/>
    <w:rsid w:val="00CC7115"/>
    <w:rsid w:val="00CC7CC5"/>
    <w:rsid w:val="00CD040B"/>
    <w:rsid w:val="00CE26E4"/>
    <w:rsid w:val="00CF509F"/>
    <w:rsid w:val="00D128DD"/>
    <w:rsid w:val="00D163DB"/>
    <w:rsid w:val="00D20489"/>
    <w:rsid w:val="00D314BB"/>
    <w:rsid w:val="00D41179"/>
    <w:rsid w:val="00D43259"/>
    <w:rsid w:val="00D453D7"/>
    <w:rsid w:val="00D51372"/>
    <w:rsid w:val="00D516B9"/>
    <w:rsid w:val="00D570E1"/>
    <w:rsid w:val="00D62526"/>
    <w:rsid w:val="00D72455"/>
    <w:rsid w:val="00D75B7C"/>
    <w:rsid w:val="00D76604"/>
    <w:rsid w:val="00D7678E"/>
    <w:rsid w:val="00D77512"/>
    <w:rsid w:val="00D80697"/>
    <w:rsid w:val="00D82BF4"/>
    <w:rsid w:val="00D87CC9"/>
    <w:rsid w:val="00D91345"/>
    <w:rsid w:val="00D954DB"/>
    <w:rsid w:val="00DA5D6F"/>
    <w:rsid w:val="00DB5E3A"/>
    <w:rsid w:val="00DB60C5"/>
    <w:rsid w:val="00DB75B4"/>
    <w:rsid w:val="00DD1276"/>
    <w:rsid w:val="00DD25C2"/>
    <w:rsid w:val="00DD2F0B"/>
    <w:rsid w:val="00DE3D46"/>
    <w:rsid w:val="00DF3599"/>
    <w:rsid w:val="00DF74E4"/>
    <w:rsid w:val="00E01C68"/>
    <w:rsid w:val="00E03140"/>
    <w:rsid w:val="00E05EEF"/>
    <w:rsid w:val="00E07289"/>
    <w:rsid w:val="00E107D5"/>
    <w:rsid w:val="00E11305"/>
    <w:rsid w:val="00E22093"/>
    <w:rsid w:val="00E251BE"/>
    <w:rsid w:val="00E26A6F"/>
    <w:rsid w:val="00E30DB3"/>
    <w:rsid w:val="00E32948"/>
    <w:rsid w:val="00E34431"/>
    <w:rsid w:val="00E35895"/>
    <w:rsid w:val="00E408A2"/>
    <w:rsid w:val="00E41F6D"/>
    <w:rsid w:val="00E452A5"/>
    <w:rsid w:val="00E46D7D"/>
    <w:rsid w:val="00E4729C"/>
    <w:rsid w:val="00E528AA"/>
    <w:rsid w:val="00E53403"/>
    <w:rsid w:val="00E60773"/>
    <w:rsid w:val="00E63915"/>
    <w:rsid w:val="00E664F5"/>
    <w:rsid w:val="00E66F3A"/>
    <w:rsid w:val="00E70736"/>
    <w:rsid w:val="00E8017B"/>
    <w:rsid w:val="00E82991"/>
    <w:rsid w:val="00E87C96"/>
    <w:rsid w:val="00E94BA3"/>
    <w:rsid w:val="00EA0468"/>
    <w:rsid w:val="00EA06E2"/>
    <w:rsid w:val="00EA4D60"/>
    <w:rsid w:val="00EA7B15"/>
    <w:rsid w:val="00EB11F0"/>
    <w:rsid w:val="00EB349B"/>
    <w:rsid w:val="00EC15DB"/>
    <w:rsid w:val="00EC746E"/>
    <w:rsid w:val="00EE28A6"/>
    <w:rsid w:val="00EE2B59"/>
    <w:rsid w:val="00EE79E5"/>
    <w:rsid w:val="00F023DC"/>
    <w:rsid w:val="00F069F3"/>
    <w:rsid w:val="00F075F8"/>
    <w:rsid w:val="00F1009F"/>
    <w:rsid w:val="00F244BB"/>
    <w:rsid w:val="00F24962"/>
    <w:rsid w:val="00F27E1D"/>
    <w:rsid w:val="00F3093D"/>
    <w:rsid w:val="00F31CD6"/>
    <w:rsid w:val="00F329B3"/>
    <w:rsid w:val="00F36FC7"/>
    <w:rsid w:val="00F40049"/>
    <w:rsid w:val="00F43E3E"/>
    <w:rsid w:val="00F45A53"/>
    <w:rsid w:val="00F5293D"/>
    <w:rsid w:val="00F52FD5"/>
    <w:rsid w:val="00F64099"/>
    <w:rsid w:val="00F70071"/>
    <w:rsid w:val="00F71C17"/>
    <w:rsid w:val="00F7267D"/>
    <w:rsid w:val="00F805F9"/>
    <w:rsid w:val="00F83FE3"/>
    <w:rsid w:val="00F851EE"/>
    <w:rsid w:val="00F87A68"/>
    <w:rsid w:val="00FA38BA"/>
    <w:rsid w:val="00FA6D67"/>
    <w:rsid w:val="00FB033C"/>
    <w:rsid w:val="00FB6F50"/>
    <w:rsid w:val="00FB7050"/>
    <w:rsid w:val="00FC0A00"/>
    <w:rsid w:val="00FC593C"/>
    <w:rsid w:val="00FC6CD3"/>
    <w:rsid w:val="00FC798B"/>
    <w:rsid w:val="00FD385A"/>
    <w:rsid w:val="00FD4FC9"/>
    <w:rsid w:val="00FD6AC9"/>
    <w:rsid w:val="00FD7EA0"/>
    <w:rsid w:val="00FE3D13"/>
    <w:rsid w:val="00FE4C18"/>
    <w:rsid w:val="00FE527A"/>
    <w:rsid w:val="00FE5998"/>
    <w:rsid w:val="00FF1145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  <w14:docId w14:val="1E072ADA"/>
  <w15:docId w15:val="{2D8EE722-9A33-4E3B-B399-CAAEC2B8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25E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B25E0"/>
    <w:pPr>
      <w:keepNext/>
      <w:outlineLvl w:val="0"/>
    </w:pPr>
    <w:rPr>
      <w:rFonts w:cs="Arial"/>
      <w:b/>
      <w:iCs/>
      <w:sz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2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8B25E0"/>
    <w:rPr>
      <w:rFonts w:cs="Arial"/>
      <w:sz w:val="32"/>
    </w:rPr>
  </w:style>
  <w:style w:type="paragraph" w:styleId="Textkrper2">
    <w:name w:val="Body Text 2"/>
    <w:basedOn w:val="Standard"/>
    <w:semiHidden/>
    <w:rsid w:val="008B25E0"/>
    <w:rPr>
      <w:rFonts w:cs="Arial"/>
      <w:b/>
      <w:bCs/>
    </w:rPr>
  </w:style>
  <w:style w:type="character" w:styleId="Hyperlink">
    <w:name w:val="Hyperlink"/>
    <w:basedOn w:val="Absatz-Standardschriftart"/>
    <w:semiHidden/>
    <w:rsid w:val="008B25E0"/>
    <w:rPr>
      <w:color w:val="0000FF"/>
      <w:u w:val="single"/>
    </w:rPr>
  </w:style>
  <w:style w:type="paragraph" w:customStyle="1" w:styleId="Bauausfhrung">
    <w:name w:val="Bauausführung"/>
    <w:basedOn w:val="Standard"/>
    <w:rsid w:val="008B25E0"/>
    <w:rPr>
      <w:rFonts w:cs="Arial"/>
      <w:i/>
      <w:iCs/>
    </w:rPr>
  </w:style>
  <w:style w:type="paragraph" w:customStyle="1" w:styleId="Einleitung">
    <w:name w:val="Einleitung"/>
    <w:basedOn w:val="Textkrper2"/>
    <w:rsid w:val="008B25E0"/>
    <w:rPr>
      <w:rFonts w:cs="Times New Roman"/>
    </w:rPr>
  </w:style>
  <w:style w:type="paragraph" w:customStyle="1" w:styleId="Bildhinweis">
    <w:name w:val="Bildhinweis"/>
    <w:basedOn w:val="Standard"/>
    <w:rsid w:val="00400964"/>
    <w:pPr>
      <w:keepNext/>
      <w:keepLines/>
      <w:ind w:right="-1220"/>
    </w:pPr>
    <w:rPr>
      <w:rFonts w:cs="Arial"/>
      <w:i/>
    </w:rPr>
  </w:style>
  <w:style w:type="paragraph" w:customStyle="1" w:styleId="Fotohinweis">
    <w:name w:val="Fotohinweis"/>
    <w:basedOn w:val="Standard"/>
    <w:rsid w:val="008B25E0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8B25E0"/>
    <w:pPr>
      <w:keepNext/>
      <w:keepLines/>
      <w:spacing w:before="240"/>
    </w:pPr>
    <w:rPr>
      <w:rFonts w:cs="Arial"/>
      <w:b/>
      <w:bCs/>
      <w:iCs/>
    </w:rPr>
  </w:style>
  <w:style w:type="paragraph" w:customStyle="1" w:styleId="berschriftBild">
    <w:name w:val="ÜberschriftBild"/>
    <w:basedOn w:val="Standard"/>
    <w:rsid w:val="008B25E0"/>
    <w:pPr>
      <w:keepNext/>
      <w:spacing w:after="240"/>
    </w:pPr>
    <w:rPr>
      <w:rFonts w:cs="Arial"/>
      <w:b/>
    </w:rPr>
  </w:style>
  <w:style w:type="paragraph" w:customStyle="1" w:styleId="Bild">
    <w:name w:val="Bild"/>
    <w:basedOn w:val="Standard"/>
    <w:rsid w:val="008B25E0"/>
    <w:pPr>
      <w:keepNext/>
      <w:spacing w:before="120"/>
    </w:pPr>
  </w:style>
  <w:style w:type="paragraph" w:customStyle="1" w:styleId="SubHead">
    <w:name w:val="SubHead"/>
    <w:basedOn w:val="Einleitung"/>
    <w:rsid w:val="008B25E0"/>
  </w:style>
  <w:style w:type="paragraph" w:styleId="Kopfzeile">
    <w:name w:val="header"/>
    <w:basedOn w:val="Standard"/>
    <w:link w:val="KopfzeileZchn"/>
    <w:unhideWhenUsed/>
    <w:rsid w:val="00D775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7512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D775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7512"/>
    <w:rPr>
      <w:rFonts w:ascii="Arial" w:hAnsi="Arial"/>
      <w:sz w:val="22"/>
    </w:rPr>
  </w:style>
  <w:style w:type="paragraph" w:customStyle="1" w:styleId="Fakten">
    <w:name w:val="Fakten"/>
    <w:basedOn w:val="Standard"/>
    <w:link w:val="FaktenZchn"/>
    <w:qFormat/>
    <w:rsid w:val="00A14613"/>
    <w:pPr>
      <w:tabs>
        <w:tab w:val="left" w:pos="2552"/>
      </w:tabs>
      <w:ind w:left="2552" w:hanging="2552"/>
    </w:pPr>
    <w:rPr>
      <w:rFonts w:cs="Arial"/>
    </w:rPr>
  </w:style>
  <w:style w:type="character" w:customStyle="1" w:styleId="FaktenZchn">
    <w:name w:val="Fakten Zchn"/>
    <w:basedOn w:val="Absatz-Standardschriftart"/>
    <w:link w:val="Fakten"/>
    <w:rsid w:val="00A14613"/>
    <w:rPr>
      <w:rFonts w:ascii="Arial" w:hAnsi="Arial" w:cs="Arial"/>
      <w:sz w:val="22"/>
    </w:rPr>
  </w:style>
  <w:style w:type="character" w:customStyle="1" w:styleId="BesuchterHyperlink1">
    <w:name w:val="BesuchterHyperlink1"/>
    <w:basedOn w:val="Absatz-Standardschriftart"/>
    <w:uiPriority w:val="99"/>
    <w:semiHidden/>
    <w:unhideWhenUsed/>
    <w:rsid w:val="00122538"/>
    <w:rPr>
      <w:color w:val="800080"/>
      <w:u w:val="single"/>
    </w:rPr>
  </w:style>
  <w:style w:type="paragraph" w:styleId="StandardWeb">
    <w:name w:val="Normal (Web)"/>
    <w:basedOn w:val="Standard"/>
    <w:uiPriority w:val="99"/>
    <w:semiHidden/>
    <w:unhideWhenUsed/>
    <w:rsid w:val="00122538"/>
    <w:pPr>
      <w:overflowPunct/>
      <w:autoSpaceDE/>
      <w:autoSpaceDN/>
      <w:adjustRightInd/>
      <w:spacing w:after="480"/>
      <w:textAlignment w:val="auto"/>
    </w:pPr>
    <w:rPr>
      <w:rFonts w:ascii="Times New Roman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75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75B4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606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60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095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--inlays--copy32text32232columns">
    <w:name w:val="ps--_inlays--_copy§32text§32_2§32columns"/>
    <w:basedOn w:val="Standard"/>
    <w:rsid w:val="00095D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74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74C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74C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74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74C6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070A4"/>
    <w:rPr>
      <w:rFonts w:ascii="Arial" w:hAnsi="Arial"/>
      <w:sz w:val="22"/>
    </w:rPr>
  </w:style>
  <w:style w:type="character" w:customStyle="1" w:styleId="inlinewrap">
    <w:name w:val="inlinewrap"/>
    <w:basedOn w:val="Absatz-Standardschriftart"/>
    <w:rsid w:val="001A3C75"/>
  </w:style>
  <w:style w:type="character" w:customStyle="1" w:styleId="st">
    <w:name w:val="st"/>
    <w:basedOn w:val="Absatz-Standardschriftart"/>
    <w:rsid w:val="00F1009F"/>
  </w:style>
  <w:style w:type="character" w:styleId="Hervorhebung">
    <w:name w:val="Emphasis"/>
    <w:basedOn w:val="Absatz-Standardschriftart"/>
    <w:uiPriority w:val="20"/>
    <w:qFormat/>
    <w:rsid w:val="00F1009F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2A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ody">
    <w:name w:val="Body"/>
    <w:rsid w:val="000000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ato Light" w:eastAsia="Lato Light" w:hAnsi="Lato Light" w:cs="Lato Light"/>
      <w:color w:val="000000"/>
      <w:sz w:val="22"/>
      <w:szCs w:val="22"/>
      <w:u w:color="000000"/>
      <w:bdr w:val="ni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74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3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64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12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57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155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50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395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412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05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2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8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8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23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458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1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77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\AppData\Roaming\Microsoft\Templates\2012DokaPM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560E7-5A15-4AF1-8599-00C6F15C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2012DokaPM.dotx</Template>
  <TotalTime>0</TotalTime>
  <Pages>3</Pages>
  <Words>481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Deutsche Doka</Company>
  <LinksUpToDate>false</LinksUpToDate>
  <CharactersWithSpaces>3719</CharactersWithSpaces>
  <SharedDoc>false</SharedDoc>
  <HLinks>
    <vt:vector size="30" baseType="variant">
      <vt:variant>
        <vt:i4>393297</vt:i4>
      </vt:variant>
      <vt:variant>
        <vt:i4>15</vt:i4>
      </vt:variant>
      <vt:variant>
        <vt:i4>0</vt:i4>
      </vt:variant>
      <vt:variant>
        <vt:i4>5</vt:i4>
      </vt:variant>
      <vt:variant>
        <vt:lpwstr>https://www.doka.com/de/system-groups/doka-safety-systems/working-scaffolds/working-scaffold-modul/index</vt:lpwstr>
      </vt:variant>
      <vt:variant>
        <vt:lpwstr/>
      </vt:variant>
      <vt:variant>
        <vt:i4>4653151</vt:i4>
      </vt:variant>
      <vt:variant>
        <vt:i4>12</vt:i4>
      </vt:variant>
      <vt:variant>
        <vt:i4>0</vt:i4>
      </vt:variant>
      <vt:variant>
        <vt:i4>5</vt:i4>
      </vt:variant>
      <vt:variant>
        <vt:lpwstr>https://www.doka.com/de/system-groups/doka-safety-systems/access-systems/stairtower250/index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https://www.doka.com/de/system-groups/doka-wall-systems/framed-formwork/framax-xlife-plus/index</vt:lpwstr>
      </vt:variant>
      <vt:variant>
        <vt:lpwstr/>
      </vt:variant>
      <vt:variant>
        <vt:i4>7274554</vt:i4>
      </vt:variant>
      <vt:variant>
        <vt:i4>6</vt:i4>
      </vt:variant>
      <vt:variant>
        <vt:i4>0</vt:i4>
      </vt:variant>
      <vt:variant>
        <vt:i4>5</vt:i4>
      </vt:variant>
      <vt:variant>
        <vt:lpwstr>http://www.doka.de/</vt:lpwstr>
      </vt:variant>
      <vt:variant>
        <vt:lpwstr/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>http://www.vstr.de/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>PM Apolda wird erweitert</dc:subject>
  <dc:creator>Deutsche Doka</dc:creator>
  <cp:lastModifiedBy>Staub Dominic</cp:lastModifiedBy>
  <cp:revision>17</cp:revision>
  <cp:lastPrinted>2017-12-07T16:21:00Z</cp:lastPrinted>
  <dcterms:created xsi:type="dcterms:W3CDTF">2020-01-14T08:17:00Z</dcterms:created>
  <dcterms:modified xsi:type="dcterms:W3CDTF">2020-02-10T09:43:00Z</dcterms:modified>
</cp:coreProperties>
</file>